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C5924" w14:textId="77777777" w:rsidR="00BB4ED2" w:rsidRDefault="00BB4ED2" w:rsidP="00BB4ED2">
      <w:pPr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药学院（深圳）</w:t>
      </w:r>
      <w:r>
        <w:rPr>
          <w:rFonts w:ascii="方正小标宋简体" w:eastAsia="方正小标宋简体" w:hAnsi="方正小标宋简体" w:cs="方正小标宋简体"/>
          <w:sz w:val="40"/>
          <w:szCs w:val="40"/>
        </w:rPr>
        <w:t>疫情防控期间学生外出申请表</w:t>
      </w:r>
    </w:p>
    <w:p w14:paraId="79247079" w14:textId="3969FB1F" w:rsidR="00BB4ED2" w:rsidRDefault="00BB4ED2" w:rsidP="00F102A8">
      <w:pPr>
        <w:jc w:val="lef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填表时间：</w:t>
      </w:r>
      <w:r w:rsidR="00F102A8">
        <w:rPr>
          <w:rFonts w:ascii="仿宋_GB2312" w:eastAsia="仿宋_GB2312" w:hAnsi="仿宋_GB2312" w:cs="仿宋_GB2312" w:hint="eastAsia"/>
          <w:sz w:val="24"/>
        </w:rPr>
        <w:t xml:space="preserve"> </w:t>
      </w:r>
      <w:r w:rsidR="00F102A8">
        <w:rPr>
          <w:rFonts w:ascii="仿宋_GB2312" w:eastAsia="仿宋_GB2312" w:hAnsi="仿宋_GB2312" w:cs="仿宋_GB2312"/>
          <w:sz w:val="24"/>
        </w:rPr>
        <w:t xml:space="preserve">                        </w:t>
      </w:r>
      <w:r w:rsidR="00F102A8">
        <w:rPr>
          <w:rFonts w:ascii="仿宋_GB2312" w:eastAsia="仿宋_GB2312" w:hAnsi="仿宋_GB2312" w:cs="仿宋_GB2312" w:hint="eastAsia"/>
          <w:sz w:val="24"/>
        </w:rPr>
        <w:t>导师/辅导员签名：</w:t>
      </w:r>
      <w:bookmarkStart w:id="0" w:name="_GoBack"/>
      <w:bookmarkEnd w:id="0"/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61"/>
        <w:gridCol w:w="2069"/>
        <w:gridCol w:w="1609"/>
        <w:gridCol w:w="2457"/>
      </w:tblGrid>
      <w:tr w:rsidR="00BB4ED2" w14:paraId="53EE2B05" w14:textId="77777777" w:rsidTr="00C6263B">
        <w:trPr>
          <w:jc w:val="center"/>
        </w:trPr>
        <w:tc>
          <w:tcPr>
            <w:tcW w:w="2214" w:type="dxa"/>
            <w:vAlign w:val="center"/>
          </w:tcPr>
          <w:p w14:paraId="05FBCD38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姓名</w:t>
            </w:r>
          </w:p>
        </w:tc>
        <w:tc>
          <w:tcPr>
            <w:tcW w:w="2131" w:type="dxa"/>
            <w:vAlign w:val="center"/>
          </w:tcPr>
          <w:p w14:paraId="27FC892E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45" w:type="dxa"/>
            <w:vAlign w:val="center"/>
          </w:tcPr>
          <w:p w14:paraId="1E276728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学号</w:t>
            </w:r>
          </w:p>
        </w:tc>
        <w:tc>
          <w:tcPr>
            <w:tcW w:w="2532" w:type="dxa"/>
            <w:vAlign w:val="center"/>
          </w:tcPr>
          <w:p w14:paraId="68AD1AE8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B4ED2" w14:paraId="4011791E" w14:textId="77777777" w:rsidTr="00C6263B">
        <w:trPr>
          <w:jc w:val="center"/>
        </w:trPr>
        <w:tc>
          <w:tcPr>
            <w:tcW w:w="2214" w:type="dxa"/>
            <w:vAlign w:val="center"/>
          </w:tcPr>
          <w:p w14:paraId="72F53881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联系电话</w:t>
            </w:r>
          </w:p>
        </w:tc>
        <w:tc>
          <w:tcPr>
            <w:tcW w:w="2131" w:type="dxa"/>
            <w:vAlign w:val="center"/>
          </w:tcPr>
          <w:p w14:paraId="448596F6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45" w:type="dxa"/>
            <w:vAlign w:val="center"/>
          </w:tcPr>
          <w:p w14:paraId="53FD3CFF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导师信息</w:t>
            </w:r>
          </w:p>
        </w:tc>
        <w:tc>
          <w:tcPr>
            <w:tcW w:w="2532" w:type="dxa"/>
            <w:vAlign w:val="center"/>
          </w:tcPr>
          <w:p w14:paraId="3519F67A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B4ED2" w14:paraId="1A6A516B" w14:textId="77777777" w:rsidTr="00C6263B">
        <w:trPr>
          <w:trHeight w:val="1623"/>
          <w:jc w:val="center"/>
        </w:trPr>
        <w:tc>
          <w:tcPr>
            <w:tcW w:w="2214" w:type="dxa"/>
            <w:vAlign w:val="center"/>
          </w:tcPr>
          <w:p w14:paraId="796042B8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外出原因</w:t>
            </w:r>
          </w:p>
        </w:tc>
        <w:tc>
          <w:tcPr>
            <w:tcW w:w="6308" w:type="dxa"/>
            <w:gridSpan w:val="3"/>
            <w:vAlign w:val="center"/>
          </w:tcPr>
          <w:p w14:paraId="7CEC9057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B4ED2" w14:paraId="26EB07FA" w14:textId="77777777" w:rsidTr="00C6263B">
        <w:trPr>
          <w:jc w:val="center"/>
        </w:trPr>
        <w:tc>
          <w:tcPr>
            <w:tcW w:w="2214" w:type="dxa"/>
            <w:vAlign w:val="center"/>
          </w:tcPr>
          <w:p w14:paraId="7BC23A6D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外出时间点</w:t>
            </w:r>
          </w:p>
        </w:tc>
        <w:tc>
          <w:tcPr>
            <w:tcW w:w="6308" w:type="dxa"/>
            <w:gridSpan w:val="3"/>
            <w:vAlign w:val="center"/>
          </w:tcPr>
          <w:p w14:paraId="65486F84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月  日    时至     时</w:t>
            </w:r>
          </w:p>
        </w:tc>
      </w:tr>
      <w:tr w:rsidR="00BB4ED2" w14:paraId="3BA3CF79" w14:textId="77777777" w:rsidTr="00C6263B">
        <w:trPr>
          <w:trHeight w:val="1287"/>
          <w:jc w:val="center"/>
        </w:trPr>
        <w:tc>
          <w:tcPr>
            <w:tcW w:w="2214" w:type="dxa"/>
            <w:vAlign w:val="center"/>
          </w:tcPr>
          <w:p w14:paraId="219DC050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计划外出路径</w:t>
            </w:r>
          </w:p>
        </w:tc>
        <w:tc>
          <w:tcPr>
            <w:tcW w:w="6308" w:type="dxa"/>
            <w:gridSpan w:val="3"/>
            <w:vAlign w:val="center"/>
          </w:tcPr>
          <w:p w14:paraId="3BE78345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BB4ED2" w14:paraId="5BF5DD80" w14:textId="77777777" w:rsidTr="00C6263B">
        <w:trPr>
          <w:trHeight w:val="2450"/>
          <w:jc w:val="center"/>
        </w:trPr>
        <w:tc>
          <w:tcPr>
            <w:tcW w:w="8522" w:type="dxa"/>
            <w:gridSpan w:val="4"/>
            <w:vAlign w:val="center"/>
          </w:tcPr>
          <w:p w14:paraId="165B33E5" w14:textId="77777777" w:rsidR="00BB4ED2" w:rsidRDefault="00BB4ED2" w:rsidP="00C6263B">
            <w:pPr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14:paraId="43E290FD" w14:textId="77777777" w:rsidR="00BB4ED2" w:rsidRDefault="00BB4ED2" w:rsidP="00C6263B">
            <w:pPr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本人承诺以上信息属实，且本人在校外期间会做好个人疫情防护措施，不聚会，不聚餐，不聚集，室内保持一米以上间隔距离，确保个人安全。</w:t>
            </w:r>
          </w:p>
          <w:p w14:paraId="65E1079C" w14:textId="77777777" w:rsidR="00BB4ED2" w:rsidRDefault="00BB4ED2" w:rsidP="00C6263B">
            <w:pPr>
              <w:ind w:firstLineChars="200" w:firstLine="480"/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  <w:p w14:paraId="04EDD360" w14:textId="77777777" w:rsidR="00BB4ED2" w:rsidRDefault="00BB4ED2" w:rsidP="00C6263B">
            <w:pPr>
              <w:wordWrap w:val="0"/>
              <w:ind w:firstLineChars="200" w:firstLine="48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申请人：                  </w:t>
            </w:r>
          </w:p>
          <w:p w14:paraId="32D2CC56" w14:textId="77777777" w:rsidR="00BB4ED2" w:rsidRDefault="00BB4ED2" w:rsidP="00C6263B">
            <w:pPr>
              <w:wordWrap w:val="0"/>
              <w:ind w:firstLineChars="200" w:firstLine="48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日  期：                  </w:t>
            </w:r>
          </w:p>
        </w:tc>
      </w:tr>
      <w:tr w:rsidR="00BB4ED2" w14:paraId="6BB97FD7" w14:textId="77777777" w:rsidTr="00C6263B">
        <w:trPr>
          <w:trHeight w:val="3250"/>
          <w:jc w:val="center"/>
        </w:trPr>
        <w:tc>
          <w:tcPr>
            <w:tcW w:w="2214" w:type="dxa"/>
            <w:vAlign w:val="center"/>
          </w:tcPr>
          <w:p w14:paraId="023F64AD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学院意见</w:t>
            </w:r>
          </w:p>
        </w:tc>
        <w:tc>
          <w:tcPr>
            <w:tcW w:w="6308" w:type="dxa"/>
            <w:gridSpan w:val="3"/>
            <w:vAlign w:val="center"/>
          </w:tcPr>
          <w:p w14:paraId="5505E6E9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5E785CF9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4A93B59E" w14:textId="77777777" w:rsidR="00BB4ED2" w:rsidRDefault="00BB4ED2" w:rsidP="00C6263B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1FAB3D3A" w14:textId="77777777" w:rsidR="00BB4ED2" w:rsidRDefault="00BB4ED2" w:rsidP="00C6263B">
            <w:pPr>
              <w:wordWrap w:val="0"/>
              <w:jc w:val="righ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 xml:space="preserve">审批人：            </w:t>
            </w:r>
          </w:p>
          <w:p w14:paraId="075890D9" w14:textId="77777777" w:rsidR="00BB4ED2" w:rsidRDefault="00BB4ED2" w:rsidP="00C6263B">
            <w:pPr>
              <w:wordWrap w:val="0"/>
              <w:jc w:val="righ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 xml:space="preserve">日  期：            </w:t>
            </w:r>
          </w:p>
        </w:tc>
      </w:tr>
    </w:tbl>
    <w:p w14:paraId="7FCCF513" w14:textId="77777777" w:rsidR="00AB17C5" w:rsidRDefault="00AB17C5"/>
    <w:sectPr w:rsidR="00AB17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CDD6C" w14:textId="77777777" w:rsidR="00144AD6" w:rsidRDefault="00144AD6" w:rsidP="00BB4ED2">
      <w:r>
        <w:separator/>
      </w:r>
    </w:p>
  </w:endnote>
  <w:endnote w:type="continuationSeparator" w:id="0">
    <w:p w14:paraId="612EE4BE" w14:textId="77777777" w:rsidR="00144AD6" w:rsidRDefault="00144AD6" w:rsidP="00BB4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07494" w14:textId="77777777" w:rsidR="00144AD6" w:rsidRDefault="00144AD6" w:rsidP="00BB4ED2">
      <w:r>
        <w:separator/>
      </w:r>
    </w:p>
  </w:footnote>
  <w:footnote w:type="continuationSeparator" w:id="0">
    <w:p w14:paraId="6173CB1C" w14:textId="77777777" w:rsidR="00144AD6" w:rsidRDefault="00144AD6" w:rsidP="00BB4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D5"/>
    <w:rsid w:val="00144AD6"/>
    <w:rsid w:val="00225DA3"/>
    <w:rsid w:val="00AB17C5"/>
    <w:rsid w:val="00BB4ED2"/>
    <w:rsid w:val="00E13DD5"/>
    <w:rsid w:val="00F1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EF6B5"/>
  <w15:chartTrackingRefBased/>
  <w15:docId w15:val="{F4FB80B4-61BD-4889-B3D8-5F9CEC1F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ED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E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E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4E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4ED2"/>
    <w:rPr>
      <w:sz w:val="18"/>
      <w:szCs w:val="18"/>
    </w:rPr>
  </w:style>
  <w:style w:type="table" w:styleId="a7">
    <w:name w:val="Table Grid"/>
    <w:basedOn w:val="a1"/>
    <w:rsid w:val="00BB4ED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dan</dc:creator>
  <cp:keywords/>
  <dc:description/>
  <cp:lastModifiedBy>伍 伟健</cp:lastModifiedBy>
  <cp:revision>3</cp:revision>
  <dcterms:created xsi:type="dcterms:W3CDTF">2020-08-28T03:45:00Z</dcterms:created>
  <dcterms:modified xsi:type="dcterms:W3CDTF">2020-09-20T07:43:00Z</dcterms:modified>
</cp:coreProperties>
</file>